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5843B" w14:textId="482846BA" w:rsidR="0074662A" w:rsidRPr="00233ABD" w:rsidRDefault="00CF5DE7">
      <w:pPr>
        <w:jc w:val="right"/>
        <w:rPr>
          <w:rFonts w:ascii="Arial" w:hAnsi="Arial" w:cs="Arial"/>
          <w:b/>
          <w:sz w:val="72"/>
          <w:szCs w:val="72"/>
          <w:lang w:val="de-CH"/>
        </w:rPr>
      </w:pPr>
      <w:r w:rsidRPr="00233ABD">
        <w:rPr>
          <w:rFonts w:ascii="Arial" w:hAnsi="Arial" w:cs="Arial"/>
          <w:b/>
          <w:sz w:val="72"/>
          <w:szCs w:val="72"/>
          <w:lang w:val="de-CH"/>
        </w:rPr>
        <w:t>VP</w:t>
      </w:r>
    </w:p>
    <w:p w14:paraId="523E89FF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4440EF2D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0A246EA3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32B51C29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69062C88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2CE73CDE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3E16D3DC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0CCA7624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4E23070A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30D1DACF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7DC3F84F" w14:textId="77777777" w:rsidR="00F73114" w:rsidRPr="00233ABD" w:rsidRDefault="00F73114">
      <w:pPr>
        <w:rPr>
          <w:rFonts w:ascii="Arial" w:hAnsi="Arial" w:cs="Arial"/>
          <w:lang w:val="de-CH"/>
        </w:rPr>
      </w:pPr>
    </w:p>
    <w:p w14:paraId="6219E8FB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170BCFCF" w14:textId="7A330C2A" w:rsidR="0074662A" w:rsidRPr="00233ABD" w:rsidRDefault="00CF5DE7">
      <w:pPr>
        <w:pBdr>
          <w:bottom w:val="single" w:sz="4" w:space="1" w:color="auto"/>
        </w:pBdr>
        <w:rPr>
          <w:rFonts w:ascii="Arial" w:hAnsi="Arial" w:cs="Arial"/>
          <w:b/>
          <w:sz w:val="32"/>
          <w:szCs w:val="32"/>
          <w:lang w:val="de-CH"/>
        </w:rPr>
      </w:pPr>
      <w:r w:rsidRPr="00233ABD">
        <w:rPr>
          <w:rFonts w:ascii="Arial" w:hAnsi="Arial" w:cs="Arial"/>
          <w:b/>
          <w:sz w:val="32"/>
          <w:szCs w:val="32"/>
          <w:lang w:val="de-CH"/>
        </w:rPr>
        <w:t>Abschlussbericht</w:t>
      </w:r>
    </w:p>
    <w:p w14:paraId="3B2FFDE2" w14:textId="77777777" w:rsidR="0074662A" w:rsidRPr="00233ABD" w:rsidRDefault="0074662A">
      <w:pPr>
        <w:pStyle w:val="Dokumenttitel"/>
        <w:rPr>
          <w:rFonts w:ascii="Arial" w:hAnsi="Arial" w:cs="Arial"/>
          <w:sz w:val="32"/>
          <w:szCs w:val="32"/>
          <w:lang w:val="de-CH"/>
        </w:rPr>
      </w:pPr>
    </w:p>
    <w:p w14:paraId="3B2B9E18" w14:textId="355DBAB6" w:rsidR="00C8572F" w:rsidRPr="00233ABD" w:rsidRDefault="00CF5DE7" w:rsidP="00C8572F">
      <w:pPr>
        <w:pStyle w:val="Dokumenttitel"/>
        <w:rPr>
          <w:rFonts w:ascii="Arial" w:hAnsi="Arial" w:cs="Arial"/>
          <w:sz w:val="32"/>
          <w:szCs w:val="32"/>
          <w:lang w:val="de-CH"/>
        </w:rPr>
      </w:pPr>
      <w:r w:rsidRPr="00233ABD">
        <w:rPr>
          <w:rFonts w:ascii="Arial" w:hAnsi="Arial" w:cs="Arial"/>
          <w:sz w:val="32"/>
          <w:szCs w:val="32"/>
          <w:lang w:val="de-CH"/>
        </w:rPr>
        <w:t>Arbeitsplätze ersetzen</w:t>
      </w:r>
    </w:p>
    <w:p w14:paraId="135CD424" w14:textId="77777777" w:rsidR="0074662A" w:rsidRPr="00233ABD" w:rsidRDefault="0074662A">
      <w:pPr>
        <w:rPr>
          <w:rFonts w:ascii="Arial" w:hAnsi="Arial" w:cs="Arial"/>
          <w:b/>
          <w:lang w:val="de-CH"/>
        </w:rPr>
      </w:pPr>
    </w:p>
    <w:p w14:paraId="6B431F40" w14:textId="77777777" w:rsidR="0074662A" w:rsidRPr="00233ABD" w:rsidRDefault="0074662A">
      <w:pPr>
        <w:rPr>
          <w:rFonts w:ascii="Arial" w:hAnsi="Arial" w:cs="Arial"/>
          <w:b/>
          <w:lang w:val="de-CH"/>
        </w:rPr>
      </w:pPr>
      <w:r w:rsidRPr="00233ABD">
        <w:rPr>
          <w:rFonts w:ascii="Arial" w:hAnsi="Arial" w:cs="Arial"/>
          <w:b/>
          <w:lang w:val="de-CH"/>
        </w:rPr>
        <w:t xml:space="preserve">Version </w:t>
      </w:r>
      <w:r w:rsidR="00FA63F8" w:rsidRPr="00233ABD">
        <w:rPr>
          <w:rFonts w:ascii="Arial" w:hAnsi="Arial" w:cs="Arial"/>
          <w:b/>
          <w:lang w:val="de-CH"/>
        </w:rPr>
        <w:t>1</w:t>
      </w:r>
      <w:r w:rsidRPr="00233ABD">
        <w:rPr>
          <w:rFonts w:ascii="Arial" w:hAnsi="Arial" w:cs="Arial"/>
          <w:b/>
          <w:lang w:val="de-CH"/>
        </w:rPr>
        <w:t>.</w:t>
      </w:r>
      <w:r w:rsidR="00FA63F8" w:rsidRPr="00233ABD">
        <w:rPr>
          <w:rFonts w:ascii="Arial" w:hAnsi="Arial" w:cs="Arial"/>
          <w:b/>
          <w:lang w:val="de-CH"/>
        </w:rPr>
        <w:t>0</w:t>
      </w:r>
    </w:p>
    <w:p w14:paraId="0912C09B" w14:textId="77777777" w:rsidR="0074662A" w:rsidRPr="00233ABD" w:rsidRDefault="0074662A">
      <w:pPr>
        <w:rPr>
          <w:rFonts w:ascii="Arial" w:hAnsi="Arial" w:cs="Arial"/>
          <w:lang w:val="de-CH"/>
        </w:rPr>
      </w:pPr>
    </w:p>
    <w:p w14:paraId="2F73B295" w14:textId="77777777" w:rsidR="0074662A" w:rsidRPr="00233ABD" w:rsidRDefault="0074662A">
      <w:pPr>
        <w:rPr>
          <w:rFonts w:ascii="Arial" w:hAnsi="Arial" w:cs="Arial"/>
          <w:lang w:val="de-CH"/>
        </w:rPr>
        <w:sectPr w:rsidR="0074662A" w:rsidRPr="00233ABD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96C16B" w14:textId="77777777" w:rsidR="0074662A" w:rsidRPr="00233ABD" w:rsidRDefault="0074662A" w:rsidP="00724E0B">
      <w:pPr>
        <w:pStyle w:val="berschrift1ohne"/>
        <w:rPr>
          <w:lang w:val="de-CH"/>
        </w:rPr>
      </w:pPr>
      <w:bookmarkStart w:id="0" w:name="_Toc56871593"/>
      <w:bookmarkStart w:id="1" w:name="_Toc57278909"/>
      <w:r w:rsidRPr="00233ABD">
        <w:rPr>
          <w:lang w:val="de-CH"/>
        </w:rPr>
        <w:lastRenderedPageBreak/>
        <w:t>Historie der Dokumentversionen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1432"/>
        <w:gridCol w:w="1941"/>
        <w:gridCol w:w="4509"/>
      </w:tblGrid>
      <w:tr w:rsidR="0074662A" w:rsidRPr="00233ABD" w14:paraId="05EF5AC3" w14:textId="77777777">
        <w:tc>
          <w:tcPr>
            <w:tcW w:w="1188" w:type="dxa"/>
            <w:shd w:val="clear" w:color="auto" w:fill="E0E0E0"/>
          </w:tcPr>
          <w:p w14:paraId="2686DDB2" w14:textId="77777777" w:rsidR="0074662A" w:rsidRPr="00233ABD" w:rsidRDefault="0074662A">
            <w:pPr>
              <w:pStyle w:val="Tabellenkopf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Version</w:t>
            </w:r>
          </w:p>
        </w:tc>
        <w:tc>
          <w:tcPr>
            <w:tcW w:w="1440" w:type="dxa"/>
            <w:shd w:val="clear" w:color="auto" w:fill="E0E0E0"/>
          </w:tcPr>
          <w:p w14:paraId="1EF3B581" w14:textId="77777777" w:rsidR="0074662A" w:rsidRPr="00233ABD" w:rsidRDefault="0074662A">
            <w:pPr>
              <w:pStyle w:val="Tabellenkopf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Datum</w:t>
            </w:r>
          </w:p>
        </w:tc>
        <w:tc>
          <w:tcPr>
            <w:tcW w:w="1980" w:type="dxa"/>
            <w:shd w:val="clear" w:color="auto" w:fill="E0E0E0"/>
          </w:tcPr>
          <w:p w14:paraId="0686E66A" w14:textId="77777777" w:rsidR="0074662A" w:rsidRPr="00233ABD" w:rsidRDefault="0074662A">
            <w:pPr>
              <w:pStyle w:val="Tabellenkopf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Autor</w:t>
            </w:r>
          </w:p>
        </w:tc>
        <w:tc>
          <w:tcPr>
            <w:tcW w:w="4604" w:type="dxa"/>
            <w:shd w:val="clear" w:color="auto" w:fill="E0E0E0"/>
          </w:tcPr>
          <w:p w14:paraId="00422E1A" w14:textId="77777777" w:rsidR="0074662A" w:rsidRPr="00233ABD" w:rsidRDefault="0074662A">
            <w:pPr>
              <w:pStyle w:val="Tabellenkopf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Änderungsgrund / Bemerkungen</w:t>
            </w:r>
          </w:p>
        </w:tc>
      </w:tr>
      <w:tr w:rsidR="0074662A" w:rsidRPr="00233ABD" w14:paraId="4A3F46ED" w14:textId="77777777">
        <w:tc>
          <w:tcPr>
            <w:tcW w:w="1188" w:type="dxa"/>
          </w:tcPr>
          <w:p w14:paraId="4A79B0F9" w14:textId="77777777" w:rsidR="0074662A" w:rsidRPr="00233ABD" w:rsidRDefault="00FA63F8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1.0</w:t>
            </w:r>
          </w:p>
        </w:tc>
        <w:tc>
          <w:tcPr>
            <w:tcW w:w="1440" w:type="dxa"/>
          </w:tcPr>
          <w:p w14:paraId="39872945" w14:textId="10A56589" w:rsidR="0074662A" w:rsidRPr="00233ABD" w:rsidRDefault="00F62475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26.11.2020</w:t>
            </w:r>
          </w:p>
        </w:tc>
        <w:tc>
          <w:tcPr>
            <w:tcW w:w="1980" w:type="dxa"/>
          </w:tcPr>
          <w:p w14:paraId="1147037A" w14:textId="08858EB6" w:rsidR="0074662A" w:rsidRPr="00233ABD" w:rsidRDefault="00FA63F8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 xml:space="preserve">V. </w:t>
            </w:r>
            <w:r w:rsidR="00F62475" w:rsidRPr="00233ABD">
              <w:rPr>
                <w:rFonts w:ascii="Arial" w:hAnsi="Arial" w:cs="Arial"/>
                <w:sz w:val="20"/>
                <w:szCs w:val="20"/>
                <w:lang w:val="de-CH"/>
              </w:rPr>
              <w:t>Panico</w:t>
            </w:r>
          </w:p>
        </w:tc>
        <w:tc>
          <w:tcPr>
            <w:tcW w:w="4604" w:type="dxa"/>
          </w:tcPr>
          <w:p w14:paraId="6C5D16C4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233ABD">
              <w:rPr>
                <w:rFonts w:ascii="Arial" w:hAnsi="Arial" w:cs="Arial"/>
                <w:sz w:val="20"/>
                <w:szCs w:val="20"/>
                <w:lang w:val="de-CH"/>
              </w:rPr>
              <w:t>Ersterstellung</w:t>
            </w:r>
          </w:p>
        </w:tc>
      </w:tr>
      <w:tr w:rsidR="0074662A" w:rsidRPr="00233ABD" w14:paraId="12A51182" w14:textId="77777777">
        <w:tc>
          <w:tcPr>
            <w:tcW w:w="1188" w:type="dxa"/>
          </w:tcPr>
          <w:p w14:paraId="7890D753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440" w:type="dxa"/>
          </w:tcPr>
          <w:p w14:paraId="67A17433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0" w:type="dxa"/>
          </w:tcPr>
          <w:p w14:paraId="37F3BBD8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604" w:type="dxa"/>
          </w:tcPr>
          <w:p w14:paraId="1C7A15DA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74662A" w:rsidRPr="00233ABD" w14:paraId="0DDEEACB" w14:textId="77777777">
        <w:tc>
          <w:tcPr>
            <w:tcW w:w="1188" w:type="dxa"/>
          </w:tcPr>
          <w:p w14:paraId="619D5C60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440" w:type="dxa"/>
          </w:tcPr>
          <w:p w14:paraId="6CEDB8E5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0" w:type="dxa"/>
          </w:tcPr>
          <w:p w14:paraId="76DB2A37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604" w:type="dxa"/>
          </w:tcPr>
          <w:p w14:paraId="50EF7817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74662A" w:rsidRPr="00233ABD" w14:paraId="136CEF10" w14:textId="77777777">
        <w:tc>
          <w:tcPr>
            <w:tcW w:w="1188" w:type="dxa"/>
          </w:tcPr>
          <w:p w14:paraId="3BE21875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440" w:type="dxa"/>
          </w:tcPr>
          <w:p w14:paraId="6BD10882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0" w:type="dxa"/>
          </w:tcPr>
          <w:p w14:paraId="4D40526B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604" w:type="dxa"/>
          </w:tcPr>
          <w:p w14:paraId="37A6C1FE" w14:textId="77777777" w:rsidR="0074662A" w:rsidRPr="00233ABD" w:rsidRDefault="0074662A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31013B" w:rsidRPr="00233ABD" w14:paraId="5500F209" w14:textId="77777777">
        <w:tc>
          <w:tcPr>
            <w:tcW w:w="1188" w:type="dxa"/>
          </w:tcPr>
          <w:p w14:paraId="551BFEB8" w14:textId="77777777" w:rsidR="0031013B" w:rsidRPr="00233ABD" w:rsidRDefault="0031013B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440" w:type="dxa"/>
          </w:tcPr>
          <w:p w14:paraId="2E07C4BE" w14:textId="77777777" w:rsidR="0031013B" w:rsidRPr="00233ABD" w:rsidRDefault="0031013B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0" w:type="dxa"/>
          </w:tcPr>
          <w:p w14:paraId="7B137613" w14:textId="77777777" w:rsidR="0031013B" w:rsidRPr="00233ABD" w:rsidRDefault="0031013B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604" w:type="dxa"/>
          </w:tcPr>
          <w:p w14:paraId="34A5BAED" w14:textId="77777777" w:rsidR="0031013B" w:rsidRPr="00233ABD" w:rsidRDefault="0031013B">
            <w:pPr>
              <w:pStyle w:val="Tabelle"/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</w:tbl>
    <w:p w14:paraId="2052183E" w14:textId="77777777" w:rsidR="0031013B" w:rsidRPr="00233ABD" w:rsidRDefault="0031013B" w:rsidP="0031013B">
      <w:pPr>
        <w:rPr>
          <w:rFonts w:ascii="Arial" w:hAnsi="Arial" w:cs="Arial"/>
          <w:b/>
          <w:szCs w:val="20"/>
          <w:lang w:val="de-CH"/>
        </w:rPr>
      </w:pPr>
    </w:p>
    <w:p w14:paraId="0878B541" w14:textId="77777777" w:rsidR="0031013B" w:rsidRPr="00233ABD" w:rsidRDefault="0031013B" w:rsidP="0031013B">
      <w:pPr>
        <w:rPr>
          <w:rFonts w:ascii="Arial" w:hAnsi="Arial" w:cs="Arial"/>
          <w:b/>
          <w:szCs w:val="20"/>
          <w:lang w:val="de-CH"/>
        </w:rPr>
      </w:pPr>
    </w:p>
    <w:sdt>
      <w:sdtPr>
        <w:rPr>
          <w:lang w:val="de-DE"/>
        </w:rPr>
        <w:id w:val="2095426103"/>
        <w:docPartObj>
          <w:docPartGallery w:val="Table of Contents"/>
          <w:docPartUnique/>
        </w:docPartObj>
      </w:sdtPr>
      <w:sdtEndPr>
        <w:rPr>
          <w:rFonts w:ascii="Tahoma" w:eastAsia="Times New Roman" w:hAnsi="Tahoma" w:cs="Times New Roman"/>
          <w:b/>
          <w:bCs/>
          <w:color w:val="auto"/>
          <w:sz w:val="20"/>
          <w:szCs w:val="24"/>
          <w:lang w:eastAsia="de-DE"/>
        </w:rPr>
      </w:sdtEndPr>
      <w:sdtContent>
        <w:p w14:paraId="1E99498B" w14:textId="7369D73A" w:rsidR="002E3657" w:rsidRDefault="002E3657">
          <w:pPr>
            <w:pStyle w:val="Inhaltsverzeichnisberschrift"/>
          </w:pPr>
          <w:r>
            <w:rPr>
              <w:lang w:val="de-DE"/>
            </w:rPr>
            <w:t>Inhalt</w:t>
          </w:r>
        </w:p>
        <w:p w14:paraId="6BF004F8" w14:textId="1B39C261" w:rsidR="002E3657" w:rsidRDefault="002E3657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278909" w:history="1">
            <w:r w:rsidRPr="008F12A9">
              <w:rPr>
                <w:rStyle w:val="Hyperlink"/>
                <w:noProof/>
                <w:lang w:val="de-CH"/>
              </w:rPr>
              <w:t>Historie der Dokumentversionen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B9693" w14:textId="0FE9E700" w:rsidR="002E3657" w:rsidRDefault="002E3657">
          <w:pPr>
            <w:pStyle w:val="Verzeichnis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hyperlink w:anchor="_Toc57278910" w:history="1">
            <w:r w:rsidRPr="008F12A9">
              <w:rPr>
                <w:rStyle w:val="Hyperlink"/>
                <w:noProof/>
                <w:lang w:val="de-CH"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de-CH" w:eastAsia="de-CH"/>
              </w:rPr>
              <w:tab/>
            </w:r>
            <w:r w:rsidRPr="008F12A9">
              <w:rPr>
                <w:rStyle w:val="Hyperlink"/>
                <w:noProof/>
                <w:lang w:val="de-CH"/>
              </w:rPr>
              <w:t>Ausgangslage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C889A" w14:textId="6E662B81" w:rsidR="002E3657" w:rsidRDefault="002E3657">
          <w:pPr>
            <w:pStyle w:val="Verzeichnis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hyperlink w:anchor="_Toc57278911" w:history="1">
            <w:r w:rsidRPr="008F12A9">
              <w:rPr>
                <w:rStyle w:val="Hyperlink"/>
                <w:noProof/>
                <w:lang w:val="de-CH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de-CH" w:eastAsia="de-CH"/>
              </w:rPr>
              <w:tab/>
            </w:r>
            <w:r w:rsidRPr="008F12A9">
              <w:rPr>
                <w:rStyle w:val="Hyperlink"/>
                <w:noProof/>
                <w:lang w:val="de-CH"/>
              </w:rPr>
              <w:t>Planung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157E2" w14:textId="0BD8FC6A" w:rsidR="002E3657" w:rsidRDefault="002E3657">
          <w:pPr>
            <w:pStyle w:val="Verzeichnis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hyperlink w:anchor="_Toc57278912" w:history="1">
            <w:r w:rsidRPr="008F12A9">
              <w:rPr>
                <w:rStyle w:val="Hyperlink"/>
                <w:noProof/>
                <w:lang w:val="de-CH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de-CH" w:eastAsia="de-CH"/>
              </w:rPr>
              <w:tab/>
            </w:r>
            <w:r w:rsidRPr="008F12A9">
              <w:rPr>
                <w:rStyle w:val="Hyperlink"/>
                <w:noProof/>
                <w:lang w:val="de-CH"/>
              </w:rPr>
              <w:t>Beschreibung des Endergebnisses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54E12" w14:textId="4353B9FA" w:rsidR="002E3657" w:rsidRDefault="002E3657">
          <w:pPr>
            <w:pStyle w:val="Verzeichnis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hyperlink w:anchor="_Toc57278913" w:history="1">
            <w:r w:rsidRPr="008F12A9">
              <w:rPr>
                <w:rStyle w:val="Hyperlink"/>
                <w:noProof/>
                <w:lang w:val="de-CH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de-CH" w:eastAsia="de-CH"/>
              </w:rPr>
              <w:tab/>
            </w:r>
            <w:r w:rsidRPr="008F12A9">
              <w:rPr>
                <w:rStyle w:val="Hyperlink"/>
                <w:noProof/>
                <w:lang w:val="de-CH"/>
              </w:rPr>
              <w:t>Beurteilung des Endergebnisses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0E1A1" w14:textId="73CB57FB" w:rsidR="002E3657" w:rsidRDefault="002E3657">
          <w:pPr>
            <w:pStyle w:val="Verzeichnis1"/>
            <w:tabs>
              <w:tab w:val="left" w:pos="44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CH" w:eastAsia="de-CH"/>
            </w:rPr>
          </w:pPr>
          <w:hyperlink w:anchor="_Toc57278914" w:history="1">
            <w:r w:rsidRPr="008F12A9">
              <w:rPr>
                <w:rStyle w:val="Hyperlink"/>
                <w:noProof/>
                <w:lang w:val="de-CH"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de-CH" w:eastAsia="de-CH"/>
              </w:rPr>
              <w:tab/>
            </w:r>
            <w:r w:rsidRPr="008F12A9">
              <w:rPr>
                <w:rStyle w:val="Hyperlink"/>
                <w:noProof/>
                <w:lang w:val="de-CH"/>
              </w:rPr>
              <w:t>Erkenntnisse für Folgeprojekte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_Toc57278914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722C6" w14:textId="5AFB3D41" w:rsidR="002E3657" w:rsidRDefault="002E3657">
          <w:r>
            <w:rPr>
              <w:b/>
              <w:bCs/>
            </w:rPr>
            <w:fldChar w:fldCharType="end"/>
          </w:r>
        </w:p>
      </w:sdtContent>
    </w:sdt>
    <w:p w14:paraId="5D645A2C" w14:textId="62E5E0AF" w:rsidR="0074662A" w:rsidRPr="00233ABD" w:rsidRDefault="0074662A" w:rsidP="00D21C6D">
      <w:pPr>
        <w:rPr>
          <w:rFonts w:ascii="Arial" w:hAnsi="Arial" w:cs="Arial"/>
          <w:lang w:val="de-CH"/>
        </w:rPr>
      </w:pPr>
    </w:p>
    <w:p w14:paraId="6DE44072" w14:textId="77777777" w:rsidR="0074662A" w:rsidRPr="00233ABD" w:rsidRDefault="0074662A" w:rsidP="00724E0B">
      <w:pPr>
        <w:pStyle w:val="berschrift1"/>
        <w:rPr>
          <w:lang w:val="de-CH"/>
        </w:rPr>
      </w:pPr>
      <w:r w:rsidRPr="00233ABD">
        <w:rPr>
          <w:lang w:val="de-CH"/>
        </w:rPr>
        <w:br w:type="column"/>
      </w:r>
      <w:bookmarkStart w:id="2" w:name="_Toc56871595"/>
      <w:bookmarkStart w:id="3" w:name="_Toc57278910"/>
      <w:r w:rsidR="00FA63F8" w:rsidRPr="00233ABD">
        <w:rPr>
          <w:lang w:val="de-CH"/>
        </w:rPr>
        <w:lastRenderedPageBreak/>
        <w:t>Ausgangslage</w:t>
      </w:r>
      <w:bookmarkEnd w:id="2"/>
      <w:bookmarkEnd w:id="3"/>
    </w:p>
    <w:p w14:paraId="688935EB" w14:textId="475DB485" w:rsidR="00724E0B" w:rsidRPr="00233ABD" w:rsidRDefault="00732CD6" w:rsidP="00B55364">
      <w:pPr>
        <w:spacing w:after="0"/>
        <w:rPr>
          <w:rFonts w:ascii="Arial" w:hAnsi="Arial" w:cs="Arial"/>
          <w:lang w:val="de-CH"/>
        </w:rPr>
      </w:pPr>
      <w:r w:rsidRPr="00233ABD">
        <w:rPr>
          <w:rFonts w:ascii="Arial" w:hAnsi="Arial" w:cs="Arial"/>
          <w:lang w:val="de-CH"/>
        </w:rPr>
        <w:t xml:space="preserve">Die Ausgangslage war, dass 10 Arbeitsplätze veraltet waren. Dadurch mussten sie ersetzt </w:t>
      </w:r>
      <w:r w:rsidR="007279B1" w:rsidRPr="00233ABD">
        <w:rPr>
          <w:rFonts w:ascii="Arial" w:hAnsi="Arial" w:cs="Arial"/>
          <w:lang w:val="de-CH"/>
        </w:rPr>
        <w:t>werden.</w:t>
      </w:r>
    </w:p>
    <w:p w14:paraId="72E676C6" w14:textId="78D4B238" w:rsidR="0074662A" w:rsidRPr="00233ABD" w:rsidRDefault="007279B1" w:rsidP="007279B1">
      <w:pPr>
        <w:pStyle w:val="berschrift1"/>
        <w:rPr>
          <w:lang w:val="de-CH"/>
        </w:rPr>
      </w:pPr>
      <w:bookmarkStart w:id="4" w:name="_Toc57278911"/>
      <w:r w:rsidRPr="00233ABD">
        <w:rPr>
          <w:lang w:val="de-CH"/>
        </w:rPr>
        <w:t>Planung</w:t>
      </w:r>
      <w:bookmarkEnd w:id="4"/>
    </w:p>
    <w:p w14:paraId="0E67742E" w14:textId="27DBFAB7" w:rsidR="00B55364" w:rsidRPr="00233ABD" w:rsidRDefault="007279B1" w:rsidP="00B55364">
      <w:pPr>
        <w:spacing w:after="0"/>
        <w:rPr>
          <w:rFonts w:ascii="Arial" w:hAnsi="Arial" w:cs="Arial"/>
          <w:lang w:val="de-CH"/>
        </w:rPr>
      </w:pPr>
      <w:r w:rsidRPr="00233ABD">
        <w:rPr>
          <w:rFonts w:ascii="Arial" w:hAnsi="Arial" w:cs="Arial"/>
          <w:lang w:val="de-CH"/>
        </w:rPr>
        <w:t>Wir haben für die Planung die IKRE-Methode genutzt</w:t>
      </w:r>
      <w:r w:rsidR="00654501" w:rsidRPr="00233ABD">
        <w:rPr>
          <w:rFonts w:ascii="Arial" w:hAnsi="Arial" w:cs="Arial"/>
          <w:lang w:val="de-CH"/>
        </w:rPr>
        <w:t>. Wir haben anschliessend die benötigten Hardware-Komponenten ausgesucht und zusammengestellt.</w:t>
      </w:r>
    </w:p>
    <w:p w14:paraId="31E0D211" w14:textId="082327C9" w:rsidR="0074662A" w:rsidRPr="00233ABD" w:rsidRDefault="00654501" w:rsidP="00654501">
      <w:pPr>
        <w:pStyle w:val="berschrift1"/>
        <w:rPr>
          <w:lang w:val="de-CH"/>
        </w:rPr>
      </w:pPr>
      <w:bookmarkStart w:id="5" w:name="_Toc57278912"/>
      <w:r w:rsidRPr="00233ABD">
        <w:rPr>
          <w:lang w:val="de-CH"/>
        </w:rPr>
        <w:t>Beschreibung des Endergebnisses</w:t>
      </w:r>
      <w:bookmarkEnd w:id="5"/>
    </w:p>
    <w:p w14:paraId="18E7A959" w14:textId="4FEFC1E1" w:rsidR="00FA63F8" w:rsidRDefault="00654501" w:rsidP="00B55364">
      <w:pPr>
        <w:spacing w:after="0"/>
        <w:rPr>
          <w:rFonts w:ascii="Arial" w:hAnsi="Arial" w:cs="Arial"/>
          <w:lang w:val="de-CH"/>
        </w:rPr>
      </w:pPr>
      <w:r w:rsidRPr="00233ABD">
        <w:rPr>
          <w:rFonts w:ascii="Arial" w:hAnsi="Arial" w:cs="Arial"/>
          <w:lang w:val="de-CH"/>
        </w:rPr>
        <w:t>Die 10 Arbeitsplätze</w:t>
      </w:r>
      <w:r w:rsidR="00233ABD" w:rsidRPr="00233ABD">
        <w:rPr>
          <w:rFonts w:ascii="Arial" w:hAnsi="Arial" w:cs="Arial"/>
          <w:lang w:val="de-CH"/>
        </w:rPr>
        <w:t xml:space="preserve"> sind jetzt auf dem neuesten Stand und können genutzt werden.</w:t>
      </w:r>
    </w:p>
    <w:p w14:paraId="3BEDA224" w14:textId="26720AE8" w:rsidR="0010688B" w:rsidRDefault="0010688B" w:rsidP="00B55364">
      <w:pPr>
        <w:spacing w:after="0"/>
        <w:rPr>
          <w:rFonts w:ascii="Arial" w:hAnsi="Arial" w:cs="Arial"/>
          <w:lang w:val="de-CH"/>
        </w:rPr>
      </w:pPr>
    </w:p>
    <w:p w14:paraId="0019393B" w14:textId="1D8B8D94" w:rsidR="0010688B" w:rsidRDefault="0010688B" w:rsidP="0010688B">
      <w:pPr>
        <w:pStyle w:val="berschrift1"/>
        <w:rPr>
          <w:lang w:val="de-CH"/>
        </w:rPr>
      </w:pPr>
      <w:bookmarkStart w:id="6" w:name="_Toc57278913"/>
      <w:r>
        <w:rPr>
          <w:lang w:val="de-CH"/>
        </w:rPr>
        <w:t>Beurteilung des Endergebnisses</w:t>
      </w:r>
      <w:bookmarkEnd w:id="6"/>
    </w:p>
    <w:p w14:paraId="0DC325C9" w14:textId="105F48D0" w:rsidR="0010688B" w:rsidRDefault="0010688B" w:rsidP="0010688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Wir sind sehr zufrieden mit den neuen 10 Arbeitsplätzen. Das Aufbauen konnte ohne grosse Schwierigkeiten </w:t>
      </w:r>
      <w:r w:rsidR="00190949">
        <w:rPr>
          <w:rFonts w:ascii="Arial" w:hAnsi="Arial" w:cs="Arial"/>
          <w:lang w:val="de-CH"/>
        </w:rPr>
        <w:t>durchgesetzt werden.</w:t>
      </w:r>
    </w:p>
    <w:p w14:paraId="32790E15" w14:textId="14962F53" w:rsidR="00190949" w:rsidRDefault="00190949" w:rsidP="00190949">
      <w:pPr>
        <w:pStyle w:val="berschrift1"/>
        <w:rPr>
          <w:lang w:val="de-CH"/>
        </w:rPr>
      </w:pPr>
      <w:bookmarkStart w:id="7" w:name="_Toc57278914"/>
      <w:r>
        <w:rPr>
          <w:lang w:val="de-CH"/>
        </w:rPr>
        <w:t>Erkenntnisse für Folgeprojekte</w:t>
      </w:r>
      <w:bookmarkEnd w:id="7"/>
    </w:p>
    <w:p w14:paraId="60A23846" w14:textId="152ADD2B" w:rsidR="00190949" w:rsidRPr="00D26794" w:rsidRDefault="00D26794" w:rsidP="00190949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Damit ein solches Projekt nächstes Mal noch</w:t>
      </w:r>
      <w:r w:rsidR="002E3657">
        <w:rPr>
          <w:rFonts w:ascii="Arial" w:hAnsi="Arial" w:cs="Arial"/>
          <w:lang w:val="de-CH"/>
        </w:rPr>
        <w:t xml:space="preserve"> reibungsloser gelöst werden kann, wäre es </w:t>
      </w:r>
      <w:proofErr w:type="gramStart"/>
      <w:r w:rsidR="002E3657">
        <w:rPr>
          <w:rFonts w:ascii="Arial" w:hAnsi="Arial" w:cs="Arial"/>
          <w:lang w:val="de-CH"/>
        </w:rPr>
        <w:t>gut</w:t>
      </w:r>
      <w:proofErr w:type="gramEnd"/>
      <w:r w:rsidR="002E3657">
        <w:rPr>
          <w:rFonts w:ascii="Arial" w:hAnsi="Arial" w:cs="Arial"/>
          <w:lang w:val="de-CH"/>
        </w:rPr>
        <w:t xml:space="preserve"> wenn man 1-2 mehr Mitarbeiter ins Projekt holt.</w:t>
      </w:r>
    </w:p>
    <w:sectPr w:rsidR="00190949" w:rsidRPr="00D26794">
      <w:headerReference w:type="even" r:id="rId8"/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85A13" w14:textId="77777777" w:rsidR="00EE2E3D" w:rsidRDefault="00EE2E3D">
      <w:r>
        <w:separator/>
      </w:r>
    </w:p>
  </w:endnote>
  <w:endnote w:type="continuationSeparator" w:id="0">
    <w:p w14:paraId="3E86512D" w14:textId="77777777" w:rsidR="00EE2E3D" w:rsidRDefault="00EE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71"/>
      <w:gridCol w:w="2979"/>
      <w:gridCol w:w="2131"/>
      <w:gridCol w:w="2681"/>
    </w:tblGrid>
    <w:tr w:rsidR="0074662A" w:rsidRPr="0031013B" w14:paraId="33F34707" w14:textId="77777777" w:rsidTr="00F62475">
      <w:tc>
        <w:tcPr>
          <w:tcW w:w="1271" w:type="dxa"/>
        </w:tcPr>
        <w:p w14:paraId="4AC89686" w14:textId="77777777" w:rsidR="0074662A" w:rsidRPr="0031013B" w:rsidRDefault="0074662A">
          <w:pPr>
            <w:pStyle w:val="Tabelle"/>
            <w:rPr>
              <w:rFonts w:ascii="Arial" w:hAnsi="Arial" w:cs="Arial"/>
              <w:sz w:val="20"/>
              <w:szCs w:val="20"/>
            </w:rPr>
          </w:pPr>
          <w:r w:rsidRPr="0031013B">
            <w:rPr>
              <w:rFonts w:ascii="Arial" w:hAnsi="Arial" w:cs="Arial"/>
              <w:sz w:val="20"/>
              <w:szCs w:val="20"/>
            </w:rPr>
            <w:t>Autor</w:t>
          </w:r>
        </w:p>
      </w:tc>
      <w:tc>
        <w:tcPr>
          <w:tcW w:w="2979" w:type="dxa"/>
        </w:tcPr>
        <w:p w14:paraId="0C43627B" w14:textId="39955803" w:rsidR="0074662A" w:rsidRPr="0031013B" w:rsidRDefault="00CF5DE7">
          <w:pPr>
            <w:pStyle w:val="Tabell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t>Valentino Panico</w:t>
          </w:r>
        </w:p>
      </w:tc>
      <w:tc>
        <w:tcPr>
          <w:tcW w:w="2131" w:type="dxa"/>
        </w:tcPr>
        <w:p w14:paraId="1025CD52" w14:textId="77777777" w:rsidR="0074662A" w:rsidRPr="0031013B" w:rsidRDefault="0074662A">
          <w:pPr>
            <w:pStyle w:val="Tabelle"/>
            <w:rPr>
              <w:rFonts w:ascii="Arial" w:hAnsi="Arial" w:cs="Arial"/>
              <w:sz w:val="20"/>
              <w:szCs w:val="20"/>
            </w:rPr>
          </w:pPr>
          <w:r w:rsidRPr="0031013B">
            <w:rPr>
              <w:rFonts w:ascii="Arial" w:hAnsi="Arial" w:cs="Arial"/>
              <w:sz w:val="20"/>
              <w:szCs w:val="20"/>
            </w:rPr>
            <w:t>Erstellt am</w:t>
          </w:r>
        </w:p>
      </w:tc>
      <w:tc>
        <w:tcPr>
          <w:tcW w:w="2681" w:type="dxa"/>
        </w:tcPr>
        <w:p w14:paraId="154284F4" w14:textId="77777777" w:rsidR="0074662A" w:rsidRPr="0031013B" w:rsidRDefault="007F31E6">
          <w:pPr>
            <w:pStyle w:val="Tabelle"/>
            <w:rPr>
              <w:rFonts w:ascii="Arial" w:hAnsi="Arial" w:cs="Arial"/>
              <w:sz w:val="20"/>
              <w:szCs w:val="20"/>
            </w:rPr>
          </w:pPr>
          <w:r w:rsidRPr="0031013B">
            <w:rPr>
              <w:rFonts w:ascii="Arial" w:hAnsi="Arial" w:cs="Arial"/>
              <w:sz w:val="20"/>
              <w:szCs w:val="20"/>
            </w:rPr>
            <w:fldChar w:fldCharType="begin"/>
          </w:r>
          <w:r w:rsidRPr="0031013B">
            <w:rPr>
              <w:rFonts w:ascii="Arial" w:hAnsi="Arial" w:cs="Arial"/>
              <w:sz w:val="20"/>
              <w:szCs w:val="20"/>
            </w:rPr>
            <w:instrText xml:space="preserve"> TIME \@ "dd.MM.yyyy" </w:instrText>
          </w:r>
          <w:r w:rsidRPr="0031013B">
            <w:rPr>
              <w:rFonts w:ascii="Arial" w:hAnsi="Arial" w:cs="Arial"/>
              <w:sz w:val="20"/>
              <w:szCs w:val="20"/>
            </w:rPr>
            <w:fldChar w:fldCharType="separate"/>
          </w:r>
          <w:r w:rsidR="00CF5DE7">
            <w:rPr>
              <w:rFonts w:ascii="Arial" w:hAnsi="Arial" w:cs="Arial"/>
              <w:noProof/>
              <w:sz w:val="20"/>
              <w:szCs w:val="20"/>
            </w:rPr>
            <w:t>26.11.2020</w:t>
          </w:r>
          <w:r w:rsidRPr="0031013B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74662A" w:rsidRPr="0031013B" w14:paraId="16D11C8A" w14:textId="77777777" w:rsidTr="00F62475">
      <w:tc>
        <w:tcPr>
          <w:tcW w:w="1271" w:type="dxa"/>
        </w:tcPr>
        <w:p w14:paraId="16F8AED6" w14:textId="77777777" w:rsidR="0074662A" w:rsidRPr="0031013B" w:rsidRDefault="0074662A">
          <w:pPr>
            <w:pStyle w:val="Tabelle"/>
            <w:rPr>
              <w:rFonts w:ascii="Arial" w:hAnsi="Arial" w:cs="Arial"/>
              <w:sz w:val="20"/>
              <w:szCs w:val="20"/>
            </w:rPr>
          </w:pPr>
          <w:r w:rsidRPr="0031013B">
            <w:rPr>
              <w:rFonts w:ascii="Arial" w:hAnsi="Arial" w:cs="Arial"/>
              <w:sz w:val="20"/>
              <w:szCs w:val="20"/>
            </w:rPr>
            <w:t>Dateiname</w:t>
          </w:r>
        </w:p>
      </w:tc>
      <w:tc>
        <w:tcPr>
          <w:tcW w:w="7791" w:type="dxa"/>
          <w:gridSpan w:val="3"/>
        </w:tcPr>
        <w:p w14:paraId="5D5812AB" w14:textId="124F860F" w:rsidR="0074662A" w:rsidRPr="0031013B" w:rsidRDefault="00F62475">
          <w:pPr>
            <w:pStyle w:val="Tabelle"/>
            <w:rPr>
              <w:rFonts w:ascii="Arial" w:hAnsi="Arial" w:cs="Arial"/>
              <w:sz w:val="20"/>
              <w:szCs w:val="20"/>
            </w:rPr>
          </w:pPr>
          <w:r w:rsidRPr="00F62475">
            <w:rPr>
              <w:rFonts w:ascii="Arial" w:hAnsi="Arial" w:cs="Arial"/>
              <w:noProof/>
              <w:sz w:val="20"/>
              <w:szCs w:val="20"/>
            </w:rPr>
            <w:t>Abschlussbericht_Arbeitsplätze_ersetzen.docx</w:t>
          </w:r>
        </w:p>
      </w:tc>
    </w:tr>
  </w:tbl>
  <w:p w14:paraId="6F409B9E" w14:textId="77777777" w:rsidR="0074662A" w:rsidRPr="0031013B" w:rsidRDefault="0074662A">
    <w:pPr>
      <w:rPr>
        <w:rFonts w:ascii="Arial" w:hAnsi="Arial" w:cs="Arial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C0FE2" w14:textId="77777777" w:rsidR="0074662A" w:rsidRPr="0031013B" w:rsidRDefault="0074662A" w:rsidP="0031013B">
    <w:pPr>
      <w:pBdr>
        <w:top w:val="single" w:sz="8" w:space="1" w:color="auto"/>
      </w:pBdr>
      <w:jc w:val="right"/>
      <w:rPr>
        <w:rFonts w:ascii="Arial" w:hAnsi="Arial" w:cs="Arial"/>
        <w:szCs w:val="20"/>
      </w:rPr>
    </w:pPr>
    <w:r w:rsidRPr="0031013B">
      <w:rPr>
        <w:rFonts w:ascii="Arial" w:hAnsi="Arial" w:cs="Arial"/>
        <w:szCs w:val="20"/>
      </w:rPr>
      <w:t xml:space="preserve">Seite </w:t>
    </w:r>
    <w:r w:rsidRPr="0031013B">
      <w:rPr>
        <w:rFonts w:ascii="Arial" w:hAnsi="Arial" w:cs="Arial"/>
        <w:szCs w:val="20"/>
      </w:rPr>
      <w:fldChar w:fldCharType="begin"/>
    </w:r>
    <w:r w:rsidRPr="0031013B">
      <w:rPr>
        <w:rFonts w:ascii="Arial" w:hAnsi="Arial" w:cs="Arial"/>
        <w:szCs w:val="20"/>
      </w:rPr>
      <w:instrText xml:space="preserve"> PAGE </w:instrText>
    </w:r>
    <w:r w:rsidRPr="0031013B">
      <w:rPr>
        <w:rFonts w:ascii="Arial" w:hAnsi="Arial" w:cs="Arial"/>
        <w:szCs w:val="20"/>
      </w:rPr>
      <w:fldChar w:fldCharType="separate"/>
    </w:r>
    <w:r w:rsidR="00F73114" w:rsidRPr="0031013B">
      <w:rPr>
        <w:rFonts w:ascii="Arial" w:hAnsi="Arial" w:cs="Arial"/>
        <w:noProof/>
        <w:szCs w:val="20"/>
      </w:rPr>
      <w:t>7</w:t>
    </w:r>
    <w:r w:rsidRPr="0031013B">
      <w:rPr>
        <w:rFonts w:ascii="Arial" w:hAnsi="Arial" w:cs="Arial"/>
        <w:szCs w:val="20"/>
      </w:rPr>
      <w:fldChar w:fldCharType="end"/>
    </w:r>
    <w:r w:rsidRPr="0031013B">
      <w:rPr>
        <w:rFonts w:ascii="Arial" w:hAnsi="Arial" w:cs="Arial"/>
        <w:szCs w:val="20"/>
      </w:rPr>
      <w:t xml:space="preserve"> von </w:t>
    </w:r>
    <w:r w:rsidRPr="0031013B">
      <w:rPr>
        <w:rFonts w:ascii="Arial" w:hAnsi="Arial" w:cs="Arial"/>
        <w:szCs w:val="20"/>
      </w:rPr>
      <w:fldChar w:fldCharType="begin"/>
    </w:r>
    <w:r w:rsidRPr="0031013B">
      <w:rPr>
        <w:rFonts w:ascii="Arial" w:hAnsi="Arial" w:cs="Arial"/>
        <w:szCs w:val="20"/>
      </w:rPr>
      <w:instrText xml:space="preserve"> NUMPAGES </w:instrText>
    </w:r>
    <w:r w:rsidRPr="0031013B">
      <w:rPr>
        <w:rFonts w:ascii="Arial" w:hAnsi="Arial" w:cs="Arial"/>
        <w:szCs w:val="20"/>
      </w:rPr>
      <w:fldChar w:fldCharType="separate"/>
    </w:r>
    <w:r w:rsidR="00F73114" w:rsidRPr="0031013B">
      <w:rPr>
        <w:rFonts w:ascii="Arial" w:hAnsi="Arial" w:cs="Arial"/>
        <w:noProof/>
        <w:szCs w:val="20"/>
      </w:rPr>
      <w:t>7</w:t>
    </w:r>
    <w:r w:rsidRPr="0031013B">
      <w:rPr>
        <w:rFonts w:ascii="Arial" w:hAnsi="Arial" w:cs="Arial"/>
        <w:szCs w:val="20"/>
      </w:rPr>
      <w:fldChar w:fldCharType="end"/>
    </w:r>
  </w:p>
  <w:p w14:paraId="580A23AC" w14:textId="77777777" w:rsidR="00E40CE9" w:rsidRDefault="00E40C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CA1B3" w14:textId="77777777" w:rsidR="00EE2E3D" w:rsidRDefault="00EE2E3D">
      <w:r>
        <w:separator/>
      </w:r>
    </w:p>
  </w:footnote>
  <w:footnote w:type="continuationSeparator" w:id="0">
    <w:p w14:paraId="798BA758" w14:textId="77777777" w:rsidR="00EE2E3D" w:rsidRDefault="00EE2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341FD" w14:textId="77777777" w:rsidR="0074662A" w:rsidRDefault="007466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56AF3" w14:textId="24EDC33E" w:rsidR="0074662A" w:rsidRPr="0031013B" w:rsidRDefault="00CF5DE7">
    <w:pPr>
      <w:pStyle w:val="Kopfzeile"/>
      <w:pBdr>
        <w:bottom w:val="single" w:sz="4" w:space="1" w:color="auto"/>
      </w:pBd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>Arbeitsplätze ersetzen</w:t>
    </w:r>
  </w:p>
  <w:p w14:paraId="0624CE23" w14:textId="77777777" w:rsidR="0074662A" w:rsidRDefault="0074662A"/>
  <w:p w14:paraId="4D04D0BB" w14:textId="77777777" w:rsidR="00E40CE9" w:rsidRDefault="00E40C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67AE7"/>
    <w:multiLevelType w:val="hybridMultilevel"/>
    <w:tmpl w:val="5FD60B68"/>
    <w:lvl w:ilvl="0" w:tplc="7848E8B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6B0040"/>
    <w:multiLevelType w:val="multilevel"/>
    <w:tmpl w:val="D812C66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243579"/>
    <w:multiLevelType w:val="multilevel"/>
    <w:tmpl w:val="38186694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24C67E1E"/>
    <w:multiLevelType w:val="multilevel"/>
    <w:tmpl w:val="A72A7332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4" w15:restartNumberingAfterBreak="0">
    <w:nsid w:val="2FAA42CC"/>
    <w:multiLevelType w:val="multilevel"/>
    <w:tmpl w:val="C2ACD17A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5" w15:restartNumberingAfterBreak="0">
    <w:nsid w:val="346B2C6E"/>
    <w:multiLevelType w:val="hybridMultilevel"/>
    <w:tmpl w:val="F45E7ABE"/>
    <w:lvl w:ilvl="0" w:tplc="7848E8B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34680"/>
    <w:multiLevelType w:val="hybridMultilevel"/>
    <w:tmpl w:val="8F702662"/>
    <w:lvl w:ilvl="0" w:tplc="C1B83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AF03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AD06546"/>
    <w:multiLevelType w:val="hybridMultilevel"/>
    <w:tmpl w:val="D812C66E"/>
    <w:lvl w:ilvl="0" w:tplc="040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E14C02"/>
    <w:multiLevelType w:val="hybridMultilevel"/>
    <w:tmpl w:val="65F60F96"/>
    <w:lvl w:ilvl="0" w:tplc="3692DF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831BD2"/>
    <w:multiLevelType w:val="multilevel"/>
    <w:tmpl w:val="38186694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59392749"/>
    <w:multiLevelType w:val="multilevel"/>
    <w:tmpl w:val="5FD60B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7D5990"/>
    <w:multiLevelType w:val="multilevel"/>
    <w:tmpl w:val="38186694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3" w15:restartNumberingAfterBreak="0">
    <w:nsid w:val="5F601D82"/>
    <w:multiLevelType w:val="multilevel"/>
    <w:tmpl w:val="52D0842A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4" w15:restartNumberingAfterBreak="0">
    <w:nsid w:val="60241E46"/>
    <w:multiLevelType w:val="hybridMultilevel"/>
    <w:tmpl w:val="F8A47592"/>
    <w:lvl w:ilvl="0" w:tplc="7848E8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027A1"/>
    <w:multiLevelType w:val="hybridMultilevel"/>
    <w:tmpl w:val="C9FA1DC2"/>
    <w:lvl w:ilvl="0" w:tplc="7848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5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9"/>
  </w:num>
  <w:num w:numId="14">
    <w:abstractNumId w:val="14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7"/>
    <w:rsid w:val="000318BA"/>
    <w:rsid w:val="00046341"/>
    <w:rsid w:val="0010688B"/>
    <w:rsid w:val="00152B07"/>
    <w:rsid w:val="00190949"/>
    <w:rsid w:val="00233ABD"/>
    <w:rsid w:val="002E3657"/>
    <w:rsid w:val="0031013B"/>
    <w:rsid w:val="00413EA6"/>
    <w:rsid w:val="004F1023"/>
    <w:rsid w:val="004F3508"/>
    <w:rsid w:val="006204D3"/>
    <w:rsid w:val="00654501"/>
    <w:rsid w:val="00655F0C"/>
    <w:rsid w:val="006C135D"/>
    <w:rsid w:val="00724E0B"/>
    <w:rsid w:val="007279B1"/>
    <w:rsid w:val="00732CD6"/>
    <w:rsid w:val="0074662A"/>
    <w:rsid w:val="007E3A0B"/>
    <w:rsid w:val="007F31E6"/>
    <w:rsid w:val="008819B3"/>
    <w:rsid w:val="00902448"/>
    <w:rsid w:val="009469DA"/>
    <w:rsid w:val="009C06F7"/>
    <w:rsid w:val="00A62542"/>
    <w:rsid w:val="00A81D8B"/>
    <w:rsid w:val="00B24022"/>
    <w:rsid w:val="00B55364"/>
    <w:rsid w:val="00B6703F"/>
    <w:rsid w:val="00C8572F"/>
    <w:rsid w:val="00CF5DE7"/>
    <w:rsid w:val="00D21C6D"/>
    <w:rsid w:val="00D26794"/>
    <w:rsid w:val="00E40CE9"/>
    <w:rsid w:val="00EE2E3D"/>
    <w:rsid w:val="00F62475"/>
    <w:rsid w:val="00F73114"/>
    <w:rsid w:val="00FA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396B9BD"/>
  <w15:chartTrackingRefBased/>
  <w15:docId w15:val="{7B225818-65CF-41A4-B1F1-13E29097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20"/>
    </w:pPr>
    <w:rPr>
      <w:rFonts w:ascii="Tahoma" w:hAnsi="Tahoma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724E0B"/>
    <w:pPr>
      <w:keepNext/>
      <w:numPr>
        <w:numId w:val="2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24E0B"/>
    <w:pPr>
      <w:keepNext/>
      <w:numPr>
        <w:ilvl w:val="1"/>
        <w:numId w:val="2"/>
      </w:numPr>
      <w:spacing w:before="24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24E0B"/>
    <w:pPr>
      <w:keepNext/>
      <w:numPr>
        <w:ilvl w:val="2"/>
        <w:numId w:val="2"/>
      </w:numPr>
      <w:spacing w:before="240" w:after="120"/>
      <w:outlineLvl w:val="2"/>
    </w:pPr>
    <w:rPr>
      <w:rFonts w:ascii="Arial" w:hAnsi="Arial" w:cs="Arial"/>
      <w:b/>
      <w:bCs/>
      <w:sz w:val="24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b/>
      <w:bCs/>
      <w:iCs/>
      <w:sz w:val="24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Arial" w:hAnsi="Arial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b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b/>
      <w:i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customStyle="1" w:styleId="Dokumenttitel">
    <w:name w:val="Dokumenttitel"/>
    <w:basedOn w:val="Standard"/>
    <w:pPr>
      <w:spacing w:after="80"/>
    </w:pPr>
    <w:rPr>
      <w:sz w:val="36"/>
      <w:szCs w:val="36"/>
    </w:rPr>
  </w:style>
  <w:style w:type="paragraph" w:customStyle="1" w:styleId="Tabelle">
    <w:name w:val="Tabelle"/>
    <w:basedOn w:val="Standard"/>
    <w:pPr>
      <w:spacing w:before="40" w:after="40"/>
    </w:pPr>
    <w:rPr>
      <w:sz w:val="18"/>
      <w:szCs w:val="1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AusfTabelle">
    <w:name w:val="AusfTabelle"/>
    <w:basedOn w:val="Tabelle"/>
    <w:rPr>
      <w:i/>
      <w:color w:val="000080"/>
    </w:rPr>
  </w:style>
  <w:style w:type="character" w:customStyle="1" w:styleId="TabelleZchn">
    <w:name w:val="Tabelle Zchn"/>
    <w:rPr>
      <w:rFonts w:ascii="Tahoma" w:hAnsi="Tahoma"/>
      <w:sz w:val="18"/>
      <w:szCs w:val="18"/>
      <w:lang w:val="de-DE" w:eastAsia="de-DE" w:bidi="ar-SA"/>
    </w:rPr>
  </w:style>
  <w:style w:type="character" w:customStyle="1" w:styleId="AusfTabelleZchn">
    <w:name w:val="AusfTabelle Zchn"/>
    <w:rPr>
      <w:rFonts w:ascii="Tahoma" w:hAnsi="Tahoma"/>
      <w:i/>
      <w:color w:val="000080"/>
      <w:sz w:val="18"/>
      <w:szCs w:val="18"/>
      <w:lang w:val="de-DE" w:eastAsia="de-DE" w:bidi="ar-SA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Tabellenkopf">
    <w:name w:val="Tabellenkopf"/>
    <w:basedOn w:val="Tabelle"/>
    <w:rPr>
      <w:b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Infoblock">
    <w:name w:val="Infoblock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FFFD1"/>
    </w:pPr>
    <w:rPr>
      <w:i/>
      <w:color w:val="000080"/>
      <w:szCs w:val="20"/>
    </w:rPr>
  </w:style>
  <w:style w:type="paragraph" w:customStyle="1" w:styleId="berschrift1ohne">
    <w:name w:val="Überschrift 1 ohne"/>
    <w:basedOn w:val="berschrift1"/>
    <w:pPr>
      <w:numPr>
        <w:numId w:val="0"/>
      </w:numPr>
    </w:pPr>
  </w:style>
  <w:style w:type="paragraph" w:styleId="Verzeichnis1">
    <w:name w:val="toc 1"/>
    <w:basedOn w:val="Standard"/>
    <w:next w:val="Standard"/>
    <w:autoRedefine/>
    <w:uiPriority w:val="39"/>
    <w:pPr>
      <w:spacing w:after="40"/>
    </w:pPr>
  </w:style>
  <w:style w:type="paragraph" w:styleId="Verzeichnis2">
    <w:name w:val="toc 2"/>
    <w:basedOn w:val="Standard"/>
    <w:next w:val="Standard"/>
    <w:autoRedefine/>
    <w:uiPriority w:val="39"/>
    <w:pPr>
      <w:spacing w:after="40"/>
      <w:ind w:left="221"/>
    </w:p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440"/>
        <w:tab w:val="right" w:leader="dot" w:pos="9062"/>
      </w:tabs>
      <w:spacing w:after="40"/>
      <w:ind w:left="442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Arial">
    <w:name w:val="Arial"/>
    <w:basedOn w:val="Standard"/>
  </w:style>
  <w:style w:type="character" w:customStyle="1" w:styleId="ArialZchn">
    <w:name w:val="Arial Zchn"/>
    <w:rPr>
      <w:rFonts w:ascii="Tahoma" w:hAnsi="Tahoma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7F31E6"/>
    <w:rPr>
      <w:rFonts w:ascii="Tahoma" w:hAnsi="Tahoma"/>
      <w:szCs w:val="24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E3657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o%20Panico\OneDrive%20-%20ICT%20Berufsfachschulen%20Kanton%20Thurgau\Schule\001_Semester\001_Module\M431\Beispielvorlage%20Projektberich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Beispielvorlage Projektbericht.dotx</Template>
  <TotalTime>0</TotalTime>
  <Pages>3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Projektname</vt:lpstr>
    </vt:vector>
  </TitlesOfParts>
  <Manager>Roland Beutler</Manager>
  <Company>&lt;Ihr Firmenname&gt;</Company>
  <LinksUpToDate>false</LinksUpToDate>
  <CharactersWithSpaces>1494</CharactersWithSpaces>
  <SharedDoc>false</SharedDoc>
  <HLinks>
    <vt:vector size="210" baseType="variant">
      <vt:variant>
        <vt:i4>5701713</vt:i4>
      </vt:variant>
      <vt:variant>
        <vt:i4>204</vt:i4>
      </vt:variant>
      <vt:variant>
        <vt:i4>0</vt:i4>
      </vt:variant>
      <vt:variant>
        <vt:i4>5</vt:i4>
      </vt:variant>
      <vt:variant>
        <vt:lpwstr>http://www.markus-baersch.de/</vt:lpwstr>
      </vt:variant>
      <vt:variant>
        <vt:lpwstr/>
      </vt:variant>
      <vt:variant>
        <vt:i4>1769544</vt:i4>
      </vt:variant>
      <vt:variant>
        <vt:i4>201</vt:i4>
      </vt:variant>
      <vt:variant>
        <vt:i4>0</vt:i4>
      </vt:variant>
      <vt:variant>
        <vt:i4>5</vt:i4>
      </vt:variant>
      <vt:variant>
        <vt:lpwstr>http://www.markus-baersch.de/projektmanagement-vorlagen.html</vt:lpwstr>
      </vt:variant>
      <vt:variant>
        <vt:lpwstr/>
      </vt:variant>
      <vt:variant>
        <vt:i4>5701713</vt:i4>
      </vt:variant>
      <vt:variant>
        <vt:i4>198</vt:i4>
      </vt:variant>
      <vt:variant>
        <vt:i4>0</vt:i4>
      </vt:variant>
      <vt:variant>
        <vt:i4>5</vt:i4>
      </vt:variant>
      <vt:variant>
        <vt:lpwstr>http://www.markus-baersch.de/</vt:lpwstr>
      </vt:variant>
      <vt:variant>
        <vt:lpwstr/>
      </vt:variant>
      <vt:variant>
        <vt:i4>1179709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_Toc164182003</vt:lpwstr>
      </vt:variant>
      <vt:variant>
        <vt:i4>1179709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_Toc164182002</vt:lpwstr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_Toc164182001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_Toc164182000</vt:lpwstr>
      </vt:variant>
      <vt:variant>
        <vt:i4>1572916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_Toc164181999</vt:lpwstr>
      </vt:variant>
      <vt:variant>
        <vt:i4>1572916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_Toc164181998</vt:lpwstr>
      </vt:variant>
      <vt:variant>
        <vt:i4>1572916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_Toc164181997</vt:lpwstr>
      </vt:variant>
      <vt:variant>
        <vt:i4>1572916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_Toc164181996</vt:lpwstr>
      </vt:variant>
      <vt:variant>
        <vt:i4>1572916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_Toc164181995</vt:lpwstr>
      </vt:variant>
      <vt:variant>
        <vt:i4>1572916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_Toc164181994</vt:lpwstr>
      </vt:variant>
      <vt:variant>
        <vt:i4>1572916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_Toc164181993</vt:lpwstr>
      </vt:variant>
      <vt:variant>
        <vt:i4>1572916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_Toc164181992</vt:lpwstr>
      </vt:variant>
      <vt:variant>
        <vt:i4>1572916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_Toc164181991</vt:lpwstr>
      </vt:variant>
      <vt:variant>
        <vt:i4>1572916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_Toc164181990</vt:lpwstr>
      </vt:variant>
      <vt:variant>
        <vt:i4>1638452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_Toc164181989</vt:lpwstr>
      </vt:variant>
      <vt:variant>
        <vt:i4>1638452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_Toc164181988</vt:lpwstr>
      </vt:variant>
      <vt:variant>
        <vt:i4>1638452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_Toc164181987</vt:lpwstr>
      </vt:variant>
      <vt:variant>
        <vt:i4>1638452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_Toc164181986</vt:lpwstr>
      </vt:variant>
      <vt:variant>
        <vt:i4>1638452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_Toc164181985</vt:lpwstr>
      </vt:variant>
      <vt:variant>
        <vt:i4>1638452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_Toc164181984</vt:lpwstr>
      </vt:variant>
      <vt:variant>
        <vt:i4>1638452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_Toc164181983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_Toc164181982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_Toc164181981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_Toc164181980</vt:lpwstr>
      </vt:variant>
      <vt:variant>
        <vt:i4>1441844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_Toc164181979</vt:lpwstr>
      </vt:variant>
      <vt:variant>
        <vt:i4>1441844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_Toc164181978</vt:lpwstr>
      </vt:variant>
      <vt:variant>
        <vt:i4>1441844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_Toc164181977</vt:lpwstr>
      </vt:variant>
      <vt:variant>
        <vt:i4>1441844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_Toc164181976</vt:lpwstr>
      </vt:variant>
      <vt:variant>
        <vt:i4>1441844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_Toc164181975</vt:lpwstr>
      </vt:variant>
      <vt:variant>
        <vt:i4>1441844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_Toc164181974</vt:lpwstr>
      </vt:variant>
      <vt:variant>
        <vt:i4>1441844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_Toc164181973</vt:lpwstr>
      </vt:variant>
      <vt:variant>
        <vt:i4>1441844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_Toc164181972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Projektname</dc:title>
  <dc:subject>Projektabschlussbericht Projekt XYZ</dc:subject>
  <dc:creator>Valentino Panico</dc:creator>
  <cp:keywords>Projektabschlussbericht</cp:keywords>
  <dc:description/>
  <cp:lastModifiedBy>Panico Valentino</cp:lastModifiedBy>
  <cp:revision>10</cp:revision>
  <cp:lastPrinted>2019-04-27T19:29:00Z</cp:lastPrinted>
  <dcterms:created xsi:type="dcterms:W3CDTF">2020-11-26T09:17:00Z</dcterms:created>
  <dcterms:modified xsi:type="dcterms:W3CDTF">2020-11-26T09:28:00Z</dcterms:modified>
  <cp:category>Projekte;Projektabschlussbericht</cp:category>
</cp:coreProperties>
</file>